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87AD35A" wp14:editId="4B0B21E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687AD3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9A4A29">
        <w:trPr>
          <w:trHeight w:val="338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C35FC9" w:rsidRDefault="00F862D6" w:rsidP="0077673A">
            <w:pPr>
              <w:rPr>
                <w:highlight w:val="magenta"/>
              </w:rPr>
            </w:pPr>
            <w:r w:rsidRPr="009A4A29">
              <w:t>Naše zn.</w:t>
            </w:r>
          </w:p>
        </w:tc>
        <w:tc>
          <w:tcPr>
            <w:tcW w:w="2552" w:type="dxa"/>
          </w:tcPr>
          <w:p w:rsidR="00F862D6" w:rsidRPr="00C35FC9" w:rsidRDefault="0021721D" w:rsidP="00DE7DAD">
            <w:pPr>
              <w:rPr>
                <w:highlight w:val="magenta"/>
              </w:rPr>
            </w:pPr>
            <w:r w:rsidRPr="0021721D">
              <w:rPr>
                <w:rFonts w:ascii="Helvetica" w:hAnsi="Helvetica"/>
              </w:rPr>
              <w:t>11787/2020-SŽ-SSV-Ú3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94A" w:rsidP="0005394A">
            <w:r>
              <w:t>1/</w:t>
            </w:r>
            <w:r w:rsidR="003E6B9A" w:rsidRPr="003E6B9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05394A" w:rsidTr="00F862D6">
        <w:tc>
          <w:tcPr>
            <w:tcW w:w="1020" w:type="dxa"/>
          </w:tcPr>
          <w:p w:rsidR="0005394A" w:rsidRDefault="0005394A" w:rsidP="0077673A">
            <w:r>
              <w:t>Vyřizuje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6F7BE2">
              <w:t>Ing. Radomíra Rečková</w:t>
            </w:r>
          </w:p>
        </w:tc>
        <w:tc>
          <w:tcPr>
            <w:tcW w:w="823" w:type="dxa"/>
          </w:tcPr>
          <w:p w:rsidR="0005394A" w:rsidRDefault="0005394A" w:rsidP="0077673A"/>
        </w:tc>
        <w:tc>
          <w:tcPr>
            <w:tcW w:w="3685" w:type="dxa"/>
            <w:vMerge/>
          </w:tcPr>
          <w:p w:rsidR="0005394A" w:rsidRDefault="0005394A" w:rsidP="0077673A"/>
        </w:tc>
      </w:tr>
      <w:tr w:rsidR="0005394A" w:rsidTr="00F862D6">
        <w:tc>
          <w:tcPr>
            <w:tcW w:w="1020" w:type="dxa"/>
          </w:tcPr>
          <w:p w:rsidR="0005394A" w:rsidRDefault="0005394A" w:rsidP="009A7568"/>
        </w:tc>
        <w:tc>
          <w:tcPr>
            <w:tcW w:w="2552" w:type="dxa"/>
          </w:tcPr>
          <w:p w:rsidR="0005394A" w:rsidRPr="003E6B9A" w:rsidRDefault="0005394A" w:rsidP="00157C3B"/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Mobil</w:t>
            </w:r>
          </w:p>
        </w:tc>
        <w:tc>
          <w:tcPr>
            <w:tcW w:w="2552" w:type="dxa"/>
          </w:tcPr>
          <w:p w:rsidR="0005394A" w:rsidRPr="003E6B9A" w:rsidRDefault="0005394A" w:rsidP="00157C3B">
            <w:r>
              <w:t>+420 725 744 197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E-mail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1727F5">
              <w:t>Reckova@spravazeleznic.cz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BC33B2" w:rsidP="00BC33B2">
            <w:r>
              <w:t xml:space="preserve">3. listopadu </w:t>
            </w:r>
            <w:r w:rsidR="00A8790B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0A7D" w:rsidRPr="00FA0A7D">
        <w:rPr>
          <w:rFonts w:eastAsia="Calibri" w:cs="Times New Roman"/>
          <w:b/>
          <w:lang w:eastAsia="cs-CZ"/>
        </w:rPr>
        <w:t>Rekonstrukce mostu v km 0,989 na trati Havlíčkův Brod - Pardubice-Rosice n/L.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0A7D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C33B2">
        <w:rPr>
          <w:rFonts w:eastAsia="Calibri" w:cs="Times New Roman"/>
          <w:lang w:eastAsia="cs-CZ"/>
        </w:rPr>
        <w:t>6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1732E" w:rsidRDefault="0061732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B6F60" w:rsidRPr="005B6F60" w:rsidRDefault="005B6F60" w:rsidP="005B6F6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72EDC" w:rsidRPr="00CB7B5A" w:rsidRDefault="00672EDC" w:rsidP="00672ED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BC33B2"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:rsidR="00BC33B2" w:rsidRDefault="00BC33B2" w:rsidP="00BC33B2">
      <w:pPr>
        <w:spacing w:after="0"/>
        <w:rPr>
          <w:rFonts w:ascii="Arial" w:hAnsi="Arial" w:cs="Arial"/>
          <w:sz w:val="20"/>
          <w:szCs w:val="20"/>
          <w:u w:val="single"/>
          <w:lang w:eastAsia="cs-CZ"/>
        </w:rPr>
      </w:pPr>
      <w:r w:rsidRPr="00BC33B2">
        <w:rPr>
          <w:rFonts w:ascii="Arial" w:hAnsi="Arial" w:cs="Arial"/>
          <w:sz w:val="20"/>
          <w:szCs w:val="20"/>
          <w:u w:val="single"/>
          <w:lang w:eastAsia="cs-CZ"/>
        </w:rPr>
        <w:t>SO 07 Ochrana vodovodu B:PARK Strojírenská a.s.:</w:t>
      </w:r>
    </w:p>
    <w:p w:rsidR="00BC33B2" w:rsidRPr="00BC3B2B" w:rsidRDefault="00BC33B2" w:rsidP="00BC33B2">
      <w:pPr>
        <w:spacing w:after="0"/>
        <w:rPr>
          <w:rFonts w:ascii="Arial" w:hAnsi="Arial" w:cs="Arial"/>
          <w:sz w:val="20"/>
          <w:szCs w:val="20"/>
          <w:u w:val="single"/>
          <w:lang w:eastAsia="cs-CZ"/>
        </w:rPr>
      </w:pPr>
      <w:r w:rsidRPr="00BC3B2B">
        <w:rPr>
          <w:rFonts w:ascii="Arial" w:hAnsi="Arial" w:cs="Arial"/>
          <w:sz w:val="20"/>
          <w:szCs w:val="20"/>
          <w:u w:val="single"/>
          <w:lang w:eastAsia="cs-CZ"/>
        </w:rPr>
        <w:t>Dle TZ:</w:t>
      </w:r>
    </w:p>
    <w:p w:rsidR="00BC33B2" w:rsidRPr="00BC3B2B" w:rsidRDefault="00BC33B2" w:rsidP="00BC33B2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BC3B2B">
        <w:rPr>
          <w:rFonts w:ascii="Arial" w:hAnsi="Arial" w:cs="Arial"/>
          <w:sz w:val="20"/>
          <w:szCs w:val="20"/>
          <w:lang w:eastAsia="cs-CZ"/>
        </w:rPr>
        <w:t>Majitel vodovodu požaduje jeho zachování. To znamená, že vodovod bude před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3B2B">
        <w:rPr>
          <w:rFonts w:ascii="Arial" w:hAnsi="Arial" w:cs="Arial"/>
          <w:sz w:val="20"/>
          <w:szCs w:val="20"/>
          <w:lang w:eastAsia="cs-CZ"/>
        </w:rPr>
        <w:t>stavbou v nutném rozsahu přerušen a po ukončení stavebních prací opět obnoven.</w:t>
      </w:r>
    </w:p>
    <w:p w:rsidR="00BC33B2" w:rsidRPr="00BC3B2B" w:rsidRDefault="00BC33B2" w:rsidP="00BC33B2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BC3B2B">
        <w:rPr>
          <w:rFonts w:ascii="Arial" w:hAnsi="Arial" w:cs="Arial"/>
          <w:sz w:val="20"/>
          <w:szCs w:val="20"/>
          <w:lang w:eastAsia="cs-CZ"/>
        </w:rPr>
        <w:t>Délka přerušeného vodovodu bude minimálně 13 m. Délka může být při stavbě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3B2B">
        <w:rPr>
          <w:rFonts w:ascii="Arial" w:hAnsi="Arial" w:cs="Arial"/>
          <w:sz w:val="20"/>
          <w:szCs w:val="20"/>
          <w:lang w:eastAsia="cs-CZ"/>
        </w:rPr>
        <w:t>upravena dle skutečného průběhu sítě.</w:t>
      </w:r>
    </w:p>
    <w:p w:rsidR="00BC33B2" w:rsidRPr="00BC3B2B" w:rsidRDefault="00BC33B2" w:rsidP="00BC33B2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BC3B2B">
        <w:rPr>
          <w:rFonts w:ascii="Arial" w:hAnsi="Arial" w:cs="Arial"/>
          <w:sz w:val="20"/>
          <w:szCs w:val="20"/>
          <w:lang w:eastAsia="cs-CZ"/>
        </w:rPr>
        <w:t>Stavbu pod mostem spolu s vodovodem kříží kabel napájení čerpadla (patřící k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3B2B">
        <w:rPr>
          <w:rFonts w:ascii="Arial" w:hAnsi="Arial" w:cs="Arial"/>
          <w:sz w:val="20"/>
          <w:szCs w:val="20"/>
          <w:lang w:eastAsia="cs-CZ"/>
        </w:rPr>
        <w:t>vodovodu). Kabel k čerpadlu bude před stavbou dočasně odpojen v rozvaděči a v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3B2B">
        <w:rPr>
          <w:rFonts w:ascii="Arial" w:hAnsi="Arial" w:cs="Arial"/>
          <w:sz w:val="20"/>
          <w:szCs w:val="20"/>
          <w:lang w:eastAsia="cs-CZ"/>
        </w:rPr>
        <w:t>nutném rozsahu přerušen. Po instalaci nového mostu bude toto kabelové vedení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3B2B">
        <w:rPr>
          <w:rFonts w:ascii="Arial" w:hAnsi="Arial" w:cs="Arial"/>
          <w:sz w:val="20"/>
          <w:szCs w:val="20"/>
          <w:lang w:eastAsia="cs-CZ"/>
        </w:rPr>
        <w:t xml:space="preserve">obnoveno </w:t>
      </w:r>
      <w:proofErr w:type="spellStart"/>
      <w:r w:rsidRPr="00BC3B2B">
        <w:rPr>
          <w:rFonts w:ascii="Arial" w:hAnsi="Arial" w:cs="Arial"/>
          <w:sz w:val="20"/>
          <w:szCs w:val="20"/>
          <w:lang w:eastAsia="cs-CZ"/>
        </w:rPr>
        <w:t>naspojkováním</w:t>
      </w:r>
      <w:proofErr w:type="spellEnd"/>
      <w:r w:rsidRPr="00BC3B2B">
        <w:rPr>
          <w:rFonts w:ascii="Arial" w:hAnsi="Arial" w:cs="Arial"/>
          <w:sz w:val="20"/>
          <w:szCs w:val="20"/>
          <w:lang w:eastAsia="cs-CZ"/>
        </w:rPr>
        <w:t>. Dimenze i typ kabelu budou zachovány.</w:t>
      </w:r>
    </w:p>
    <w:p w:rsidR="00BC33B2" w:rsidRPr="00BC3B2B" w:rsidRDefault="00BC33B2" w:rsidP="00BC33B2">
      <w:pPr>
        <w:rPr>
          <w:rFonts w:ascii="Arial" w:hAnsi="Arial" w:cs="Arial"/>
          <w:sz w:val="20"/>
          <w:szCs w:val="20"/>
          <w:u w:val="single"/>
          <w:lang w:eastAsia="cs-CZ"/>
        </w:rPr>
      </w:pPr>
      <w:r w:rsidRPr="00BC3B2B">
        <w:rPr>
          <w:rFonts w:ascii="Arial" w:hAnsi="Arial" w:cs="Arial"/>
          <w:sz w:val="20"/>
          <w:szCs w:val="20"/>
          <w:lang w:eastAsia="cs-CZ"/>
        </w:rPr>
        <w:t>Ve VV jsou tyto položky:</w:t>
      </w:r>
    </w:p>
    <w:tbl>
      <w:tblPr>
        <w:tblW w:w="949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540"/>
        <w:gridCol w:w="445"/>
        <w:gridCol w:w="4961"/>
        <w:gridCol w:w="851"/>
        <w:gridCol w:w="1134"/>
      </w:tblGrid>
      <w:tr w:rsidR="00BC33B2" w:rsidRPr="00BC3B2B" w:rsidTr="0058388B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871241121R00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Montáž potrubí polyetylenového ve výkopu d 90 mm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13,000</w:t>
            </w: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1: Dle technické zprávy, výkresových příloh projektové dokumentace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892353111R00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Desinfekce vodovodního potrubí do DN 200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100,000</w:t>
            </w: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Předběžná délka mezi stávajícími armaturami.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899721112R00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Fólie výstražná z PVC, šířka 30 cm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13,000</w:t>
            </w: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1: Dle technické zprávy, výkresových příloh projektové dokumentace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Přeběžná</w:t>
            </w:r>
            <w:proofErr w:type="spellEnd"/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 xml:space="preserve"> cena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Kabel signalizační CYKY 2x1,5 mm2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16,000</w:t>
            </w: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1: Dle technické zprávy, výkresových příloh projektové dokumentace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Předběžná cena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Demontáž trubek z plastu ve výkopu d 90 mm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13,000</w:t>
            </w: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1: Dle technické zprávy, výkresových příloh projektové dokumentace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C33B2" w:rsidRPr="00BC3B2B" w:rsidTr="0058388B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C3B2B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33B2" w:rsidRPr="00BC3B2B" w:rsidRDefault="00BC33B2" w:rsidP="0058388B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BC33B2" w:rsidRPr="00BC3B2B" w:rsidRDefault="00BC33B2" w:rsidP="00BC33B2">
      <w:pPr>
        <w:rPr>
          <w:rFonts w:ascii="Arial" w:hAnsi="Arial" w:cs="Arial"/>
          <w:sz w:val="20"/>
          <w:szCs w:val="20"/>
        </w:rPr>
      </w:pPr>
    </w:p>
    <w:p w:rsidR="00BC33B2" w:rsidRPr="00BC3B2B" w:rsidRDefault="00BC33B2" w:rsidP="00BC33B2">
      <w:pPr>
        <w:rPr>
          <w:rFonts w:ascii="Arial" w:hAnsi="Arial" w:cs="Arial"/>
          <w:sz w:val="20"/>
          <w:szCs w:val="20"/>
        </w:rPr>
      </w:pPr>
      <w:r w:rsidRPr="00BC3B2B">
        <w:rPr>
          <w:rFonts w:ascii="Arial" w:hAnsi="Arial" w:cs="Arial"/>
          <w:sz w:val="20"/>
          <w:szCs w:val="20"/>
        </w:rPr>
        <w:t>Výkres mostu:</w:t>
      </w:r>
    </w:p>
    <w:p w:rsidR="00BC33B2" w:rsidRPr="00BC3B2B" w:rsidRDefault="00BC33B2" w:rsidP="00BC33B2">
      <w:pPr>
        <w:rPr>
          <w:rFonts w:ascii="Arial" w:hAnsi="Arial" w:cs="Arial"/>
          <w:sz w:val="20"/>
          <w:szCs w:val="20"/>
        </w:rPr>
      </w:pPr>
      <w:r w:rsidRPr="00BC3B2B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695F8748" wp14:editId="10D5D4EA">
            <wp:extent cx="2543175" cy="210502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3B2" w:rsidRPr="00BC3B2B" w:rsidRDefault="00BC33B2" w:rsidP="00BC33B2">
      <w:pPr>
        <w:spacing w:after="0"/>
        <w:rPr>
          <w:rFonts w:ascii="Arial" w:hAnsi="Arial" w:cs="Arial"/>
          <w:sz w:val="20"/>
          <w:szCs w:val="20"/>
        </w:rPr>
      </w:pPr>
      <w:r w:rsidRPr="00BC3B2B">
        <w:rPr>
          <w:rFonts w:ascii="Arial" w:hAnsi="Arial" w:cs="Arial"/>
          <w:sz w:val="20"/>
          <w:szCs w:val="20"/>
        </w:rPr>
        <w:t>Dotazy:</w:t>
      </w:r>
    </w:p>
    <w:p w:rsidR="00BC33B2" w:rsidRPr="00BC3B2B" w:rsidRDefault="00BC33B2" w:rsidP="00BC33B2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3B2B">
        <w:rPr>
          <w:rFonts w:ascii="Arial" w:hAnsi="Arial" w:cs="Arial"/>
          <w:sz w:val="20"/>
          <w:szCs w:val="20"/>
        </w:rPr>
        <w:t>Ve VV nejsou uvedeny práce spojené s přerušením, odstraněním a obnovou kabelu napájení čerpadla, můžete doplnit?</w:t>
      </w:r>
    </w:p>
    <w:p w:rsidR="00BC33B2" w:rsidRPr="00BC3B2B" w:rsidRDefault="00BC33B2" w:rsidP="00BC33B2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3B2B">
        <w:rPr>
          <w:rFonts w:ascii="Arial" w:hAnsi="Arial" w:cs="Arial"/>
          <w:sz w:val="20"/>
          <w:szCs w:val="20"/>
        </w:rPr>
        <w:t xml:space="preserve">Ve VV jsou položky </w:t>
      </w:r>
      <w:proofErr w:type="gramStart"/>
      <w:r w:rsidRPr="00BC3B2B">
        <w:rPr>
          <w:rFonts w:ascii="Arial" w:hAnsi="Arial" w:cs="Arial"/>
          <w:sz w:val="20"/>
          <w:szCs w:val="20"/>
        </w:rPr>
        <w:t>č.10</w:t>
      </w:r>
      <w:proofErr w:type="gramEnd"/>
      <w:r w:rsidRPr="00BC3B2B">
        <w:rPr>
          <w:rFonts w:ascii="Arial" w:hAnsi="Arial" w:cs="Arial"/>
          <w:sz w:val="20"/>
          <w:szCs w:val="20"/>
        </w:rPr>
        <w:t xml:space="preserve"> a č.14 pro demontáž a montáž potrubí DN 90 plast, zatímco na výkrese uvedeno 2 x potrubí DN 150 litina, můžete uvést do souladu?</w:t>
      </w:r>
    </w:p>
    <w:p w:rsidR="00BC33B2" w:rsidRPr="00BC33B2" w:rsidRDefault="00BC33B2" w:rsidP="00BC33B2">
      <w:pPr>
        <w:spacing w:after="0" w:line="240" w:lineRule="auto"/>
        <w:rPr>
          <w:rFonts w:eastAsia="Calibri" w:cs="Times New Roman"/>
          <w:lang w:eastAsia="cs-CZ"/>
        </w:rPr>
      </w:pPr>
      <w:r w:rsidRPr="00BC3B2B">
        <w:rPr>
          <w:rFonts w:ascii="Arial" w:hAnsi="Arial" w:cs="Arial"/>
          <w:sz w:val="20"/>
          <w:szCs w:val="20"/>
        </w:rPr>
        <w:t>Ve VV není položka pro doplnění nového materiálu v délce obnovy, přeje si zadavatel použít původní materiál (zřejmě nereálné) nebo doplní položku (DN 90 plast nebo DN 150 litina)?</w:t>
      </w:r>
    </w:p>
    <w:p w:rsidR="00672EDC" w:rsidRDefault="00672EDC" w:rsidP="00672ED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B1EEA" w:rsidRPr="00900FB4" w:rsidRDefault="00234D60" w:rsidP="000B1EE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00FB4">
        <w:rPr>
          <w:lang w:eastAsia="cs-CZ"/>
        </w:rPr>
        <w:t xml:space="preserve">Kabel napájení čerpadla je předmětem SO 06. Co se týče zbytku dotazu, </w:t>
      </w:r>
      <w:r w:rsidR="00D259A6" w:rsidRPr="00900FB4">
        <w:rPr>
          <w:lang w:eastAsia="cs-CZ"/>
        </w:rPr>
        <w:t xml:space="preserve">tak Zadavatel </w:t>
      </w:r>
      <w:r w:rsidRPr="00900FB4">
        <w:rPr>
          <w:lang w:eastAsia="cs-CZ"/>
        </w:rPr>
        <w:t>uprav</w:t>
      </w:r>
      <w:r w:rsidR="00D259A6" w:rsidRPr="00900FB4">
        <w:rPr>
          <w:lang w:eastAsia="cs-CZ"/>
        </w:rPr>
        <w:t>uje</w:t>
      </w:r>
      <w:r w:rsidRPr="00900FB4">
        <w:rPr>
          <w:lang w:eastAsia="cs-CZ"/>
        </w:rPr>
        <w:t xml:space="preserve"> soupis prací </w:t>
      </w:r>
      <w:r w:rsidR="00D259A6" w:rsidRPr="00900FB4">
        <w:rPr>
          <w:lang w:eastAsia="cs-CZ"/>
        </w:rPr>
        <w:t>SO 07_SP_A</w:t>
      </w:r>
      <w:r w:rsidRPr="00900FB4">
        <w:rPr>
          <w:lang w:eastAsia="cs-CZ"/>
        </w:rPr>
        <w:t>.</w:t>
      </w:r>
    </w:p>
    <w:p w:rsidR="00A30F05" w:rsidRDefault="00A30F05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1227F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5022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A55022">
        <w:rPr>
          <w:rFonts w:eastAsia="Times New Roman" w:cs="Times New Roman"/>
          <w:b/>
          <w:lang w:eastAsia="cs-CZ"/>
        </w:rPr>
        <w:t>změny/doplnění zadávací dokumentace</w:t>
      </w:r>
      <w:r w:rsidRPr="00A55022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A55022">
        <w:rPr>
          <w:rFonts w:eastAsia="Times New Roman" w:cs="Times New Roman"/>
          <w:lang w:eastAsia="cs-CZ"/>
        </w:rPr>
        <w:br/>
      </w:r>
      <w:r w:rsidR="005B6F60">
        <w:rPr>
          <w:rFonts w:eastAsia="Times New Roman" w:cs="Times New Roman"/>
          <w:lang w:eastAsia="cs-CZ"/>
        </w:rPr>
        <w:t>1</w:t>
      </w:r>
      <w:r w:rsidR="00BC33B2">
        <w:rPr>
          <w:rFonts w:eastAsia="Times New Roman" w:cs="Times New Roman"/>
          <w:lang w:eastAsia="cs-CZ"/>
        </w:rPr>
        <w:t>1</w:t>
      </w:r>
      <w:r w:rsidR="00C35FC9">
        <w:rPr>
          <w:rFonts w:eastAsia="Times New Roman" w:cs="Times New Roman"/>
          <w:lang w:eastAsia="cs-CZ"/>
        </w:rPr>
        <w:t>. 11</w:t>
      </w:r>
      <w:r w:rsidR="00FA0A7D" w:rsidRPr="00A55022">
        <w:rPr>
          <w:rFonts w:eastAsia="Times New Roman" w:cs="Times New Roman"/>
          <w:lang w:eastAsia="cs-CZ"/>
        </w:rPr>
        <w:t>. 2020</w:t>
      </w:r>
      <w:r w:rsidRPr="00A55022">
        <w:rPr>
          <w:rFonts w:eastAsia="Times New Roman" w:cs="Times New Roman"/>
          <w:lang w:eastAsia="cs-CZ"/>
        </w:rPr>
        <w:t xml:space="preserve"> </w:t>
      </w:r>
      <w:r w:rsidRPr="001227FF">
        <w:rPr>
          <w:rFonts w:eastAsia="Times New Roman" w:cs="Times New Roman"/>
          <w:lang w:eastAsia="cs-CZ"/>
        </w:rPr>
        <w:t xml:space="preserve">na den </w:t>
      </w:r>
      <w:r w:rsidR="001227FF" w:rsidRPr="001227FF">
        <w:rPr>
          <w:rFonts w:eastAsia="Times New Roman" w:cs="Times New Roman"/>
          <w:lang w:eastAsia="cs-CZ"/>
        </w:rPr>
        <w:t>12</w:t>
      </w:r>
      <w:r w:rsidR="00C35FC9" w:rsidRPr="001227FF">
        <w:rPr>
          <w:rFonts w:eastAsia="Times New Roman" w:cs="Times New Roman"/>
          <w:lang w:eastAsia="cs-CZ"/>
        </w:rPr>
        <w:t>.</w:t>
      </w:r>
      <w:r w:rsidR="00A55022" w:rsidRPr="001227FF">
        <w:rPr>
          <w:rFonts w:eastAsia="Times New Roman" w:cs="Times New Roman"/>
          <w:lang w:eastAsia="cs-CZ"/>
        </w:rPr>
        <w:t xml:space="preserve"> 11</w:t>
      </w:r>
      <w:r w:rsidR="00FA0A7D" w:rsidRPr="001227FF">
        <w:rPr>
          <w:rFonts w:eastAsia="Times New Roman" w:cs="Times New Roman"/>
          <w:lang w:eastAsia="cs-CZ"/>
        </w:rPr>
        <w:t>. 2020</w:t>
      </w:r>
      <w:r w:rsidRPr="001227FF">
        <w:rPr>
          <w:rFonts w:eastAsia="Times New Roman" w:cs="Times New Roman"/>
          <w:lang w:eastAsia="cs-CZ"/>
        </w:rPr>
        <w:t xml:space="preserve">. </w:t>
      </w:r>
    </w:p>
    <w:p w:rsidR="00CB7B5A" w:rsidRPr="001227FF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1227FF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1227FF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1227FF" w:rsidRDefault="00CB7B5A" w:rsidP="00CB7B5A">
      <w:pPr>
        <w:spacing w:after="160" w:line="259" w:lineRule="auto"/>
        <w:rPr>
          <w:rFonts w:eastAsia="Calibri" w:cs="Times New Roman"/>
        </w:rPr>
      </w:pPr>
      <w:r w:rsidRPr="001227FF">
        <w:rPr>
          <w:rFonts w:eastAsia="Calibri" w:cs="Times New Roman"/>
        </w:rPr>
        <w:t>čl. 12.1 odst. 2 Výzvy k podání nabídky takto:</w:t>
      </w:r>
    </w:p>
    <w:p w:rsidR="00CB7B5A" w:rsidRPr="0005394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1227FF">
        <w:rPr>
          <w:rFonts w:eastAsia="Calibri" w:cs="Times New Roman"/>
        </w:rPr>
        <w:t xml:space="preserve">„Nabídky musí být zadavateli doručeny nejpozději do </w:t>
      </w:r>
      <w:r w:rsidR="001227FF" w:rsidRPr="001227FF">
        <w:rPr>
          <w:rFonts w:eastAsia="Calibri" w:cs="Times New Roman"/>
          <w:b/>
          <w:i/>
        </w:rPr>
        <w:t>12</w:t>
      </w:r>
      <w:r w:rsidR="00A55022" w:rsidRPr="001227FF">
        <w:rPr>
          <w:rFonts w:eastAsia="Calibri" w:cs="Times New Roman"/>
          <w:b/>
          <w:i/>
        </w:rPr>
        <w:t>. 11</w:t>
      </w:r>
      <w:r w:rsidR="00FA0A7D" w:rsidRPr="001227FF">
        <w:rPr>
          <w:rFonts w:eastAsia="Calibri" w:cs="Times New Roman"/>
          <w:b/>
          <w:i/>
        </w:rPr>
        <w:t xml:space="preserve">. 2020 </w:t>
      </w:r>
      <w:r w:rsidRPr="001227FF">
        <w:rPr>
          <w:rFonts w:eastAsia="Calibri" w:cs="Times New Roman"/>
          <w:b/>
          <w:i/>
        </w:rPr>
        <w:t xml:space="preserve">do </w:t>
      </w:r>
      <w:r w:rsidR="00FA0A7D" w:rsidRPr="001227FF">
        <w:rPr>
          <w:rFonts w:eastAsia="Calibri" w:cs="Times New Roman"/>
          <w:b/>
          <w:i/>
        </w:rPr>
        <w:t>9</w:t>
      </w:r>
      <w:r w:rsidRPr="001227FF">
        <w:rPr>
          <w:rFonts w:eastAsia="Calibri" w:cs="Times New Roman"/>
          <w:b/>
          <w:i/>
        </w:rPr>
        <w:t>:00</w:t>
      </w:r>
      <w:r w:rsidRPr="00A55022">
        <w:rPr>
          <w:rFonts w:eastAsia="Calibri" w:cs="Times New Roman"/>
          <w:b/>
          <w:i/>
        </w:rPr>
        <w:t xml:space="preserve"> hodin</w:t>
      </w:r>
      <w:r w:rsidRPr="00EE1A97">
        <w:rPr>
          <w:rFonts w:eastAsia="Calibri" w:cs="Times New Roman"/>
        </w:rPr>
        <w:t>“</w:t>
      </w:r>
      <w:r w:rsidRPr="0005394A">
        <w:rPr>
          <w:rFonts w:eastAsia="Calibri" w:cs="Times New Roman"/>
        </w:rPr>
        <w:t xml:space="preserve">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D5116">
        <w:rPr>
          <w:rFonts w:eastAsia="Calibri" w:cs="Times New Roman"/>
          <w:lang w:eastAsia="cs-CZ"/>
        </w:rPr>
        <w:t>Vysvětlení/ změnu/ doplnění zad</w:t>
      </w:r>
      <w:bookmarkStart w:id="0" w:name="_GoBack"/>
      <w:r w:rsidRPr="000D5116">
        <w:rPr>
          <w:rFonts w:eastAsia="Calibri" w:cs="Times New Roman"/>
          <w:lang w:eastAsia="cs-CZ"/>
        </w:rPr>
        <w:t>á</w:t>
      </w:r>
      <w:bookmarkEnd w:id="0"/>
      <w:r w:rsidRPr="000D5116">
        <w:rPr>
          <w:rFonts w:eastAsia="Calibri" w:cs="Times New Roman"/>
          <w:lang w:eastAsia="cs-CZ"/>
        </w:rPr>
        <w:t xml:space="preserve">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="00A71BF3"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E1A97" w:rsidRDefault="00EE1A9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116">
        <w:rPr>
          <w:rFonts w:eastAsia="Calibri" w:cs="Times New Roman"/>
          <w:b/>
          <w:bCs/>
          <w:lang w:eastAsia="cs-CZ"/>
        </w:rPr>
        <w:t xml:space="preserve">Příloha: </w:t>
      </w:r>
      <w:r w:rsidRPr="000D511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D5116">
        <w:rPr>
          <w:rFonts w:eastAsia="Calibri" w:cs="Times New Roman"/>
          <w:bCs/>
          <w:lang w:eastAsia="cs-CZ"/>
        </w:rPr>
        <w:instrText xml:space="preserve"> FORMTEXT </w:instrText>
      </w:r>
      <w:r w:rsidRPr="000D5116">
        <w:rPr>
          <w:rFonts w:eastAsia="Calibri" w:cs="Times New Roman"/>
          <w:bCs/>
          <w:lang w:eastAsia="cs-CZ"/>
        </w:rPr>
      </w:r>
      <w:r w:rsidRPr="000D5116">
        <w:rPr>
          <w:rFonts w:eastAsia="Calibri" w:cs="Times New Roman"/>
          <w:bCs/>
          <w:lang w:eastAsia="cs-CZ"/>
        </w:rPr>
        <w:fldChar w:fldCharType="separate"/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fldChar w:fldCharType="end"/>
      </w:r>
    </w:p>
    <w:p w:rsidR="002A2F5D" w:rsidRPr="00C606E4" w:rsidRDefault="00A1590E" w:rsidP="00CB7B5A">
      <w:pPr>
        <w:spacing w:after="0" w:line="240" w:lineRule="auto"/>
        <w:jc w:val="both"/>
        <w:rPr>
          <w:lang w:eastAsia="cs-CZ"/>
        </w:rPr>
      </w:pPr>
      <w:r w:rsidRPr="00C606E4">
        <w:rPr>
          <w:lang w:eastAsia="cs-CZ"/>
        </w:rPr>
        <w:t>SO 07_SP_A.xlsx</w:t>
      </w:r>
    </w:p>
    <w:p w:rsidR="00A1590E" w:rsidRPr="00C606E4" w:rsidRDefault="00A1590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06E4">
        <w:rPr>
          <w:rFonts w:eastAsia="Calibri" w:cs="Times New Roman"/>
          <w:lang w:eastAsia="cs-CZ"/>
        </w:rPr>
        <w:t>SO 07_SP_A.xml</w:t>
      </w:r>
    </w:p>
    <w:p w:rsidR="00FE33B2" w:rsidRDefault="00FE33B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C33B2">
        <w:rPr>
          <w:rFonts w:eastAsia="Calibri" w:cs="Times New Roman"/>
          <w:lang w:eastAsia="cs-CZ"/>
        </w:rPr>
        <w:t>3. 11</w:t>
      </w:r>
      <w:r w:rsidR="002A2F5D">
        <w:rPr>
          <w:rFonts w:eastAsia="Calibri" w:cs="Times New Roman"/>
          <w:lang w:eastAsia="cs-CZ"/>
        </w:rPr>
        <w:t>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Pr="00CB7B5A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27" w:rsidRDefault="00511227" w:rsidP="00962258">
      <w:pPr>
        <w:spacing w:after="0" w:line="240" w:lineRule="auto"/>
      </w:pPr>
      <w:r>
        <w:separator/>
      </w:r>
    </w:p>
  </w:endnote>
  <w:end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3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3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90D9CC" wp14:editId="150029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A4DF58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23944F2" wp14:editId="2A16D3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F39E3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3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3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EA3128">
            <w:t xml:space="preserve"> </w:t>
          </w:r>
          <w:r w:rsidR="00EA3128" w:rsidRPr="00EA3128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32135EE" wp14:editId="7C1EA2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AD5829A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4E28A7" wp14:editId="577A62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0B1769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27" w:rsidRDefault="00511227" w:rsidP="00962258">
      <w:pPr>
        <w:spacing w:after="0" w:line="240" w:lineRule="auto"/>
      </w:pPr>
      <w:r>
        <w:separator/>
      </w:r>
    </w:p>
  </w:footnote>
  <w:foot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78341BC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79A0032"/>
    <w:multiLevelType w:val="hybridMultilevel"/>
    <w:tmpl w:val="F544EE92"/>
    <w:lvl w:ilvl="0" w:tplc="1AD229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9E66531"/>
    <w:multiLevelType w:val="hybridMultilevel"/>
    <w:tmpl w:val="AC8AC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A036EEA"/>
    <w:multiLevelType w:val="hybridMultilevel"/>
    <w:tmpl w:val="8786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94A"/>
    <w:rsid w:val="00057A9D"/>
    <w:rsid w:val="00066751"/>
    <w:rsid w:val="00072C1E"/>
    <w:rsid w:val="00081F0D"/>
    <w:rsid w:val="000B1153"/>
    <w:rsid w:val="000B1EEA"/>
    <w:rsid w:val="000B6C7E"/>
    <w:rsid w:val="000B7907"/>
    <w:rsid w:val="000C0429"/>
    <w:rsid w:val="000C0D1E"/>
    <w:rsid w:val="000C45E8"/>
    <w:rsid w:val="000D5116"/>
    <w:rsid w:val="000F2E3B"/>
    <w:rsid w:val="00114472"/>
    <w:rsid w:val="00121ABC"/>
    <w:rsid w:val="001227FF"/>
    <w:rsid w:val="0014158F"/>
    <w:rsid w:val="00170EC5"/>
    <w:rsid w:val="001747C1"/>
    <w:rsid w:val="0018596A"/>
    <w:rsid w:val="001B69C2"/>
    <w:rsid w:val="001C4DA0"/>
    <w:rsid w:val="001C7E9F"/>
    <w:rsid w:val="001D3B9B"/>
    <w:rsid w:val="00202415"/>
    <w:rsid w:val="00207DF5"/>
    <w:rsid w:val="00212259"/>
    <w:rsid w:val="0021531F"/>
    <w:rsid w:val="0021721D"/>
    <w:rsid w:val="00225107"/>
    <w:rsid w:val="00234986"/>
    <w:rsid w:val="00234D60"/>
    <w:rsid w:val="002455B2"/>
    <w:rsid w:val="00267369"/>
    <w:rsid w:val="0026785D"/>
    <w:rsid w:val="002956E6"/>
    <w:rsid w:val="002A2F5D"/>
    <w:rsid w:val="002A6A5E"/>
    <w:rsid w:val="002C31BF"/>
    <w:rsid w:val="002E0CD7"/>
    <w:rsid w:val="002E31ED"/>
    <w:rsid w:val="002F026B"/>
    <w:rsid w:val="00303555"/>
    <w:rsid w:val="00357BC6"/>
    <w:rsid w:val="0037111D"/>
    <w:rsid w:val="003876D5"/>
    <w:rsid w:val="003956C6"/>
    <w:rsid w:val="003D255D"/>
    <w:rsid w:val="003E05AB"/>
    <w:rsid w:val="003E6B9A"/>
    <w:rsid w:val="003E75CE"/>
    <w:rsid w:val="0041380F"/>
    <w:rsid w:val="00430717"/>
    <w:rsid w:val="0043173B"/>
    <w:rsid w:val="00450F07"/>
    <w:rsid w:val="00453CD3"/>
    <w:rsid w:val="00455BC7"/>
    <w:rsid w:val="00460660"/>
    <w:rsid w:val="00460CCB"/>
    <w:rsid w:val="00466130"/>
    <w:rsid w:val="00477370"/>
    <w:rsid w:val="00483F34"/>
    <w:rsid w:val="004852BF"/>
    <w:rsid w:val="00486107"/>
    <w:rsid w:val="00490C88"/>
    <w:rsid w:val="00491827"/>
    <w:rsid w:val="004926B0"/>
    <w:rsid w:val="004A7C69"/>
    <w:rsid w:val="004C4399"/>
    <w:rsid w:val="004C69ED"/>
    <w:rsid w:val="004C787C"/>
    <w:rsid w:val="004D1CDB"/>
    <w:rsid w:val="004F4B9B"/>
    <w:rsid w:val="00501654"/>
    <w:rsid w:val="00511227"/>
    <w:rsid w:val="00511AB9"/>
    <w:rsid w:val="00523EA7"/>
    <w:rsid w:val="00541C95"/>
    <w:rsid w:val="00542527"/>
    <w:rsid w:val="00551D1F"/>
    <w:rsid w:val="00553375"/>
    <w:rsid w:val="005658A6"/>
    <w:rsid w:val="0057138A"/>
    <w:rsid w:val="005720E7"/>
    <w:rsid w:val="005722BB"/>
    <w:rsid w:val="005736B7"/>
    <w:rsid w:val="00575E5A"/>
    <w:rsid w:val="00584E2A"/>
    <w:rsid w:val="00596C7E"/>
    <w:rsid w:val="005A4661"/>
    <w:rsid w:val="005A64E9"/>
    <w:rsid w:val="005A7EC2"/>
    <w:rsid w:val="005B1B59"/>
    <w:rsid w:val="005B5EE9"/>
    <w:rsid w:val="005B6F60"/>
    <w:rsid w:val="005E4822"/>
    <w:rsid w:val="005E75EE"/>
    <w:rsid w:val="005E7AEE"/>
    <w:rsid w:val="006104F6"/>
    <w:rsid w:val="0061068E"/>
    <w:rsid w:val="0061732E"/>
    <w:rsid w:val="00653AAA"/>
    <w:rsid w:val="00655D94"/>
    <w:rsid w:val="00660AD3"/>
    <w:rsid w:val="0067095F"/>
    <w:rsid w:val="00672EDC"/>
    <w:rsid w:val="006A5570"/>
    <w:rsid w:val="006A689C"/>
    <w:rsid w:val="006B3D79"/>
    <w:rsid w:val="006B59CA"/>
    <w:rsid w:val="006E0578"/>
    <w:rsid w:val="006E314D"/>
    <w:rsid w:val="006E7F06"/>
    <w:rsid w:val="00701889"/>
    <w:rsid w:val="00710723"/>
    <w:rsid w:val="00723ED1"/>
    <w:rsid w:val="00735ED4"/>
    <w:rsid w:val="0073608D"/>
    <w:rsid w:val="00743525"/>
    <w:rsid w:val="007531A0"/>
    <w:rsid w:val="0076286B"/>
    <w:rsid w:val="00764595"/>
    <w:rsid w:val="00766846"/>
    <w:rsid w:val="0077673A"/>
    <w:rsid w:val="00777600"/>
    <w:rsid w:val="007846E1"/>
    <w:rsid w:val="00795607"/>
    <w:rsid w:val="007B570C"/>
    <w:rsid w:val="007C09A9"/>
    <w:rsid w:val="007C682E"/>
    <w:rsid w:val="007D330E"/>
    <w:rsid w:val="007E4A6E"/>
    <w:rsid w:val="007F0B82"/>
    <w:rsid w:val="007F2E71"/>
    <w:rsid w:val="007F56A7"/>
    <w:rsid w:val="00801BF5"/>
    <w:rsid w:val="0080221D"/>
    <w:rsid w:val="00807DD0"/>
    <w:rsid w:val="00813F11"/>
    <w:rsid w:val="00891334"/>
    <w:rsid w:val="008958E6"/>
    <w:rsid w:val="008A14C0"/>
    <w:rsid w:val="008A28E0"/>
    <w:rsid w:val="008A3568"/>
    <w:rsid w:val="008A3FBD"/>
    <w:rsid w:val="008B730E"/>
    <w:rsid w:val="008D03B9"/>
    <w:rsid w:val="008F18D6"/>
    <w:rsid w:val="00900FB4"/>
    <w:rsid w:val="00904780"/>
    <w:rsid w:val="009113A8"/>
    <w:rsid w:val="00922385"/>
    <w:rsid w:val="009223DF"/>
    <w:rsid w:val="00927E5B"/>
    <w:rsid w:val="00936091"/>
    <w:rsid w:val="0094083E"/>
    <w:rsid w:val="00940D8A"/>
    <w:rsid w:val="00962258"/>
    <w:rsid w:val="009678B7"/>
    <w:rsid w:val="00982411"/>
    <w:rsid w:val="00992D9C"/>
    <w:rsid w:val="00996CB8"/>
    <w:rsid w:val="0099776F"/>
    <w:rsid w:val="00997F17"/>
    <w:rsid w:val="009A4A29"/>
    <w:rsid w:val="009A7568"/>
    <w:rsid w:val="009B24D8"/>
    <w:rsid w:val="009B2E97"/>
    <w:rsid w:val="009B72CC"/>
    <w:rsid w:val="009D0023"/>
    <w:rsid w:val="009D7E49"/>
    <w:rsid w:val="009E07F4"/>
    <w:rsid w:val="009F392E"/>
    <w:rsid w:val="00A13C79"/>
    <w:rsid w:val="00A1590E"/>
    <w:rsid w:val="00A30F05"/>
    <w:rsid w:val="00A44328"/>
    <w:rsid w:val="00A55022"/>
    <w:rsid w:val="00A60B48"/>
    <w:rsid w:val="00A6177B"/>
    <w:rsid w:val="00A66136"/>
    <w:rsid w:val="00A673C1"/>
    <w:rsid w:val="00A71257"/>
    <w:rsid w:val="00A71BF3"/>
    <w:rsid w:val="00A777C1"/>
    <w:rsid w:val="00A86C6A"/>
    <w:rsid w:val="00A8790B"/>
    <w:rsid w:val="00AA4CBB"/>
    <w:rsid w:val="00AA65FA"/>
    <w:rsid w:val="00AA7351"/>
    <w:rsid w:val="00AD056F"/>
    <w:rsid w:val="00AD2773"/>
    <w:rsid w:val="00AD6731"/>
    <w:rsid w:val="00AE0BAE"/>
    <w:rsid w:val="00AE1DDE"/>
    <w:rsid w:val="00B15B5E"/>
    <w:rsid w:val="00B15D0D"/>
    <w:rsid w:val="00B17A6A"/>
    <w:rsid w:val="00B22D87"/>
    <w:rsid w:val="00B23CA3"/>
    <w:rsid w:val="00B279F3"/>
    <w:rsid w:val="00B3491A"/>
    <w:rsid w:val="00B45E29"/>
    <w:rsid w:val="00B45E9E"/>
    <w:rsid w:val="00B46F4F"/>
    <w:rsid w:val="00B50A0F"/>
    <w:rsid w:val="00B55F9C"/>
    <w:rsid w:val="00B64C2D"/>
    <w:rsid w:val="00B75EE1"/>
    <w:rsid w:val="00B77481"/>
    <w:rsid w:val="00B804F0"/>
    <w:rsid w:val="00B8518B"/>
    <w:rsid w:val="00B936EE"/>
    <w:rsid w:val="00BB3740"/>
    <w:rsid w:val="00BC25EE"/>
    <w:rsid w:val="00BC33B2"/>
    <w:rsid w:val="00BD7E91"/>
    <w:rsid w:val="00BF0044"/>
    <w:rsid w:val="00BF374D"/>
    <w:rsid w:val="00BF5BFB"/>
    <w:rsid w:val="00C02233"/>
    <w:rsid w:val="00C0231E"/>
    <w:rsid w:val="00C02D0A"/>
    <w:rsid w:val="00C03A6E"/>
    <w:rsid w:val="00C270E9"/>
    <w:rsid w:val="00C30759"/>
    <w:rsid w:val="00C35FC9"/>
    <w:rsid w:val="00C44F6A"/>
    <w:rsid w:val="00C606E4"/>
    <w:rsid w:val="00C727E5"/>
    <w:rsid w:val="00C8207D"/>
    <w:rsid w:val="00C82415"/>
    <w:rsid w:val="00CA2A40"/>
    <w:rsid w:val="00CB306A"/>
    <w:rsid w:val="00CB7B5A"/>
    <w:rsid w:val="00CC1E2B"/>
    <w:rsid w:val="00CD1F7A"/>
    <w:rsid w:val="00CD1FC4"/>
    <w:rsid w:val="00CE371D"/>
    <w:rsid w:val="00CE5FA9"/>
    <w:rsid w:val="00D02A4D"/>
    <w:rsid w:val="00D21061"/>
    <w:rsid w:val="00D259A6"/>
    <w:rsid w:val="00D316A7"/>
    <w:rsid w:val="00D4108E"/>
    <w:rsid w:val="00D6163D"/>
    <w:rsid w:val="00D63009"/>
    <w:rsid w:val="00D80EBA"/>
    <w:rsid w:val="00D831A3"/>
    <w:rsid w:val="00D86C1B"/>
    <w:rsid w:val="00D902AD"/>
    <w:rsid w:val="00D92FB1"/>
    <w:rsid w:val="00D95D6E"/>
    <w:rsid w:val="00DA5215"/>
    <w:rsid w:val="00DA6FFE"/>
    <w:rsid w:val="00DC3110"/>
    <w:rsid w:val="00DD3912"/>
    <w:rsid w:val="00DD46F3"/>
    <w:rsid w:val="00DD5848"/>
    <w:rsid w:val="00DD58A6"/>
    <w:rsid w:val="00DD6E82"/>
    <w:rsid w:val="00DE56F2"/>
    <w:rsid w:val="00DE7DAD"/>
    <w:rsid w:val="00DF116D"/>
    <w:rsid w:val="00DF4025"/>
    <w:rsid w:val="00E24B1B"/>
    <w:rsid w:val="00E363AE"/>
    <w:rsid w:val="00E7041F"/>
    <w:rsid w:val="00E824F1"/>
    <w:rsid w:val="00EA3128"/>
    <w:rsid w:val="00EB104F"/>
    <w:rsid w:val="00EB3F2B"/>
    <w:rsid w:val="00EC0B74"/>
    <w:rsid w:val="00EC6745"/>
    <w:rsid w:val="00ED14BD"/>
    <w:rsid w:val="00ED27AC"/>
    <w:rsid w:val="00EE1A97"/>
    <w:rsid w:val="00F01440"/>
    <w:rsid w:val="00F04D3A"/>
    <w:rsid w:val="00F124CA"/>
    <w:rsid w:val="00F12DEC"/>
    <w:rsid w:val="00F168F2"/>
    <w:rsid w:val="00F1715C"/>
    <w:rsid w:val="00F310F8"/>
    <w:rsid w:val="00F3199A"/>
    <w:rsid w:val="00F35939"/>
    <w:rsid w:val="00F45607"/>
    <w:rsid w:val="00F53BCC"/>
    <w:rsid w:val="00F56260"/>
    <w:rsid w:val="00F64786"/>
    <w:rsid w:val="00F659EB"/>
    <w:rsid w:val="00F66F35"/>
    <w:rsid w:val="00F675AB"/>
    <w:rsid w:val="00F70D8B"/>
    <w:rsid w:val="00F804A7"/>
    <w:rsid w:val="00F862D6"/>
    <w:rsid w:val="00F86BA6"/>
    <w:rsid w:val="00FA0A7D"/>
    <w:rsid w:val="00FB7ED9"/>
    <w:rsid w:val="00FC4E85"/>
    <w:rsid w:val="00FC6389"/>
    <w:rsid w:val="00FD2F51"/>
    <w:rsid w:val="00FE33B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740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93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74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2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50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01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954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417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901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36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57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62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0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890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54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5632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8837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121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552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219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0467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8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740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9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9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832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8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2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43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061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543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040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272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269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313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462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67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63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2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109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51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2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36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488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794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48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755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4540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145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572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6AE07.1123048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E5CD7B-F845-4393-AA80-1D06F2C7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3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2020-11-02T13:18:00Z</cp:lastPrinted>
  <dcterms:created xsi:type="dcterms:W3CDTF">2020-11-02T12:55:00Z</dcterms:created>
  <dcterms:modified xsi:type="dcterms:W3CDTF">2020-11-02T13:27:00Z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